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B33C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5416B4AD" w14:textId="77777777" w:rsidR="002F55A1" w:rsidRPr="00997E44" w:rsidRDefault="002F55A1" w:rsidP="00BE50F7">
      <w:pPr>
        <w:tabs>
          <w:tab w:val="left" w:pos="5535"/>
        </w:tabs>
        <w:rPr>
          <w:sz w:val="6"/>
          <w:lang w:val="fi-FI"/>
        </w:rPr>
      </w:pPr>
      <w:r w:rsidRPr="00997E44">
        <w:rPr>
          <w:sz w:val="14"/>
          <w:lang w:val="fi-FI"/>
        </w:rPr>
        <w:tab/>
      </w:r>
    </w:p>
    <w:p w14:paraId="061E2D50" w14:textId="77777777" w:rsidR="00960DA1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2" w:name="Textfeld"/>
    </w:p>
    <w:p w14:paraId="4EBD0F15" w14:textId="77777777" w:rsidR="00960DA1" w:rsidRPr="0052450A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  <w:r>
        <w:rPr>
          <w:sz w:val="16"/>
          <w:lang w:val="et-EE"/>
        </w:rPr>
        <w:t>T</w:t>
      </w:r>
      <w:r w:rsidRPr="007F3B80">
        <w:rPr>
          <w:sz w:val="16"/>
          <w:lang w:val="et-EE"/>
        </w:rPr>
        <w:t>eie</w:t>
      </w:r>
      <w:r>
        <w:rPr>
          <w:sz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Unser_Zeichen"/>
            <w:enabled/>
            <w:calcOnExit w:val="0"/>
            <w:textInput/>
          </w:ffData>
        </w:fldChar>
      </w:r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sz w:val="16"/>
          <w:szCs w:val="16"/>
          <w:lang w:val="et-EE"/>
        </w:rPr>
        <w:fldChar w:fldCharType="end"/>
      </w:r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3"/>
    </w:p>
    <w:p w14:paraId="45F87B3C" w14:textId="3E16CA02" w:rsidR="00960DA1" w:rsidRPr="007F3B80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52450A">
        <w:rPr>
          <w:sz w:val="16"/>
          <w:szCs w:val="16"/>
          <w:lang w:val="et-EE"/>
        </w:rPr>
        <w:t>Meie</w:t>
      </w:r>
      <w:r>
        <w:rPr>
          <w:sz w:val="16"/>
          <w:szCs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="007A5DFC">
        <w:rPr>
          <w:sz w:val="16"/>
          <w:szCs w:val="16"/>
          <w:lang w:val="et-EE"/>
        </w:rPr>
        <w:t>7</w:t>
      </w:r>
      <w:r w:rsidR="00977051">
        <w:rPr>
          <w:noProof/>
          <w:sz w:val="16"/>
          <w:szCs w:val="16"/>
          <w:lang w:val="et-EE"/>
        </w:rPr>
        <w:t>.</w:t>
      </w:r>
      <w:r w:rsidR="008D634A">
        <w:rPr>
          <w:noProof/>
          <w:sz w:val="16"/>
          <w:szCs w:val="16"/>
          <w:lang w:val="et-EE"/>
        </w:rPr>
        <w:t>0</w:t>
      </w:r>
      <w:r w:rsidR="007A5DFC">
        <w:rPr>
          <w:noProof/>
          <w:sz w:val="16"/>
          <w:szCs w:val="16"/>
          <w:lang w:val="et-EE"/>
        </w:rPr>
        <w:t>7</w:t>
      </w:r>
      <w:r w:rsidR="00977051">
        <w:rPr>
          <w:noProof/>
          <w:sz w:val="16"/>
          <w:szCs w:val="16"/>
          <w:lang w:val="et-EE"/>
        </w:rPr>
        <w:t>.202</w:t>
      </w:r>
      <w:r w:rsidR="008D634A">
        <w:rPr>
          <w:noProof/>
          <w:sz w:val="16"/>
          <w:szCs w:val="16"/>
          <w:lang w:val="et-EE"/>
        </w:rPr>
        <w:t>5</w:t>
      </w:r>
      <w:r w:rsidRPr="0052450A">
        <w:rPr>
          <w:sz w:val="16"/>
          <w:szCs w:val="16"/>
          <w:lang w:val="et-EE"/>
        </w:rPr>
        <w:fldChar w:fldCharType="end"/>
      </w:r>
      <w:bookmarkEnd w:id="4"/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5"/>
    </w:p>
    <w:p w14:paraId="689C8822" w14:textId="77777777" w:rsidR="002F55A1" w:rsidRPr="00997E44" w:rsidRDefault="002F55A1">
      <w:pPr>
        <w:pStyle w:val="Standard1"/>
        <w:rPr>
          <w:sz w:val="2"/>
          <w:lang w:val="et-EE"/>
        </w:rPr>
      </w:pPr>
      <w:r>
        <w:rPr>
          <w:color w:val="FFFFFF"/>
          <w:sz w:val="2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6" w:name="Strasse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Vesse 10</w:t>
      </w:r>
      <w:r>
        <w:rPr>
          <w:color w:val="FFFFFF"/>
          <w:sz w:val="2"/>
        </w:rPr>
        <w:fldChar w:fldCharType="end"/>
      </w:r>
      <w:bookmarkEnd w:id="6"/>
      <w:r>
        <w:rPr>
          <w:color w:val="FFFFFF"/>
          <w:sz w:val="2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7" w:name="Ort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11415 Tallinn</w:t>
      </w:r>
      <w:r>
        <w:rPr>
          <w:color w:val="FFFFFF"/>
          <w:sz w:val="2"/>
        </w:rPr>
        <w:fldChar w:fldCharType="end"/>
      </w:r>
      <w:bookmarkEnd w:id="7"/>
      <w:r>
        <w:rPr>
          <w:color w:val="FFFFFF"/>
          <w:sz w:val="2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8" w:name="Niederlassung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E15DA8" w:rsidRPr="00997E44">
        <w:rPr>
          <w:noProof/>
          <w:color w:val="FFFFFF"/>
          <w:sz w:val="2"/>
          <w:lang w:val="et-EE"/>
        </w:rPr>
        <w:t>BAUUNTERNEHMUNG</w:t>
      </w:r>
      <w:r>
        <w:rPr>
          <w:color w:val="FFFFFF"/>
          <w:sz w:val="2"/>
        </w:rPr>
        <w:fldChar w:fldCharType="end"/>
      </w:r>
      <w:bookmarkEnd w:id="8"/>
    </w:p>
    <w:p w14:paraId="581F6A4D" w14:textId="77777777" w:rsidR="002F55A1" w:rsidRPr="00997E44" w:rsidRDefault="002F55A1">
      <w:pPr>
        <w:pStyle w:val="Flietext"/>
        <w:rPr>
          <w:lang w:val="et-EE"/>
        </w:rPr>
        <w:sectPr w:rsidR="002F55A1" w:rsidRPr="00997E44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2"/>
    <w:p w14:paraId="483DDFAB" w14:textId="77777777" w:rsidR="002F55A1" w:rsidRPr="00997E44" w:rsidRDefault="00F42E50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  <w:r w:rsidRPr="00997E44">
        <w:rPr>
          <w:sz w:val="2"/>
          <w:lang w:val="et-EE"/>
        </w:rPr>
        <w:tab/>
      </w:r>
      <w:r w:rsidR="008E398E" w:rsidRPr="00997E44">
        <w:rPr>
          <w:sz w:val="2"/>
          <w:lang w:val="et-EE"/>
        </w:rPr>
        <w:tab/>
      </w:r>
    </w:p>
    <w:p w14:paraId="08BA78D8" w14:textId="77777777" w:rsidR="00106D67" w:rsidRPr="00997E44" w:rsidRDefault="00106D67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74BAA226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6EB8809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04CEA168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0612C7FC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98EC0AD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482742F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55201211" w14:textId="59E73965" w:rsidR="002F55A1" w:rsidRPr="00977051" w:rsidRDefault="007F3B80" w:rsidP="007D0EB4">
      <w:pPr>
        <w:framePr w:w="3795" w:h="1681" w:hSpace="142" w:wrap="around" w:vAnchor="text" w:hAnchor="page" w:x="1139" w:y="-141" w:anchorLock="1"/>
        <w:rPr>
          <w:rFonts w:asciiTheme="majorBidi" w:hAnsiTheme="majorBidi" w:cstheme="majorBidi"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sz w:val="24"/>
          <w:szCs w:val="24"/>
        </w:rPr>
        <w:fldChar w:fldCharType="begin"/>
      </w:r>
      <w:r w:rsidRPr="00977051">
        <w:rPr>
          <w:rFonts w:asciiTheme="majorBidi" w:hAnsiTheme="majorBidi" w:cstheme="majorBidi"/>
          <w:sz w:val="24"/>
          <w:szCs w:val="24"/>
          <w:lang w:val="et-EE"/>
        </w:rPr>
        <w:instrText xml:space="preserve"> MERGEFIELD  Firma_nimi </w:instrText>
      </w:r>
      <w:r w:rsidRPr="00977051">
        <w:rPr>
          <w:rFonts w:asciiTheme="majorBidi" w:hAnsiTheme="majorBidi" w:cstheme="majorBidi"/>
          <w:sz w:val="24"/>
          <w:szCs w:val="24"/>
        </w:rPr>
        <w:fldChar w:fldCharType="separate"/>
      </w:r>
      <w:r w:rsidR="00C77229" w:rsidRPr="00977051">
        <w:rPr>
          <w:rFonts w:asciiTheme="majorBidi" w:hAnsiTheme="majorBidi" w:cstheme="majorBidi"/>
          <w:noProof/>
          <w:sz w:val="24"/>
          <w:szCs w:val="24"/>
          <w:lang w:val="et-EE"/>
        </w:rPr>
        <w:t>Transpordiamet</w:t>
      </w:r>
      <w:r w:rsidRPr="00977051">
        <w:rPr>
          <w:rFonts w:asciiTheme="majorBidi" w:hAnsiTheme="majorBidi" w:cstheme="majorBidi"/>
          <w:noProof/>
          <w:sz w:val="24"/>
          <w:szCs w:val="24"/>
        </w:rPr>
        <w:fldChar w:fldCharType="end"/>
      </w:r>
    </w:p>
    <w:p w14:paraId="26BAB8DA" w14:textId="3DDFD8B1" w:rsidR="00977051" w:rsidRPr="00977051" w:rsidRDefault="00996633" w:rsidP="007D0EB4">
      <w:pPr>
        <w:framePr w:w="3795" w:h="1681" w:hSpace="142" w:wrap="around" w:vAnchor="text" w:hAnchor="page" w:x="1139" w:y="-141" w:anchorLock="1"/>
        <w:rPr>
          <w:rFonts w:asciiTheme="majorBidi" w:hAnsiTheme="majorBidi" w:cstheme="majorBidi"/>
          <w:b/>
          <w:bCs/>
          <w:color w:val="4472C4"/>
          <w:sz w:val="24"/>
          <w:szCs w:val="24"/>
          <w:lang w:val="et-EE" w:eastAsia="et-EE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t-EE" w:eastAsia="et-EE"/>
        </w:rPr>
        <w:t>Timmo Teder</w:t>
      </w:r>
      <w:r w:rsidR="00977051" w:rsidRPr="00977051">
        <w:rPr>
          <w:rFonts w:asciiTheme="majorBidi" w:hAnsiTheme="majorBidi" w:cstheme="majorBidi"/>
          <w:b/>
          <w:bCs/>
          <w:color w:val="4472C4"/>
          <w:sz w:val="24"/>
          <w:szCs w:val="24"/>
          <w:lang w:val="et-EE" w:eastAsia="et-EE"/>
        </w:rPr>
        <w:br/>
      </w:r>
      <w:r>
        <w:rPr>
          <w:rFonts w:asciiTheme="majorBidi" w:hAnsiTheme="majorBidi" w:cstheme="majorBidi"/>
          <w:sz w:val="24"/>
          <w:szCs w:val="24"/>
          <w:lang w:val="et-EE" w:eastAsia="et-EE"/>
        </w:rPr>
        <w:t>korrashoiu projektijuht</w:t>
      </w:r>
    </w:p>
    <w:p w14:paraId="7FD24385" w14:textId="77777777" w:rsidR="00977051" w:rsidRDefault="00977051" w:rsidP="007D0EB4">
      <w:pPr>
        <w:pStyle w:val="Flietext"/>
        <w:framePr w:w="379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977051">
        <w:rPr>
          <w:rFonts w:asciiTheme="majorBidi" w:hAnsiTheme="majorBidi" w:cstheme="majorBidi"/>
          <w:sz w:val="24"/>
          <w:szCs w:val="24"/>
          <w:lang w:val="et-EE" w:eastAsia="et-EE"/>
        </w:rPr>
        <w:t xml:space="preserve">korrashoiu ja liikluskorralduse üksus, </w:t>
      </w:r>
    </w:p>
    <w:p w14:paraId="1B9A09CA" w14:textId="3C400A27" w:rsidR="00977051" w:rsidRPr="007B2260" w:rsidRDefault="00977051" w:rsidP="007D0EB4">
      <w:pPr>
        <w:pStyle w:val="Flietext"/>
        <w:framePr w:w="379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977051">
        <w:rPr>
          <w:rFonts w:asciiTheme="majorBidi" w:hAnsiTheme="majorBidi" w:cstheme="majorBidi"/>
          <w:sz w:val="24"/>
          <w:szCs w:val="24"/>
          <w:lang w:val="et-EE" w:eastAsia="et-EE"/>
        </w:rPr>
        <w:t>põhja osakond</w:t>
      </w: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 xml:space="preserve"> </w:t>
      </w:r>
    </w:p>
    <w:p w14:paraId="43BD027E" w14:textId="33FFD059" w:rsidR="00977051" w:rsidRDefault="00977051" w:rsidP="007D0EB4">
      <w:pPr>
        <w:pStyle w:val="Flietext"/>
        <w:framePr w:w="379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>T</w:t>
      </w:r>
      <w:r w:rsidR="00996633">
        <w:rPr>
          <w:rFonts w:asciiTheme="majorBidi" w:hAnsiTheme="majorBidi" w:cstheme="majorBidi"/>
          <w:sz w:val="24"/>
          <w:szCs w:val="24"/>
          <w:lang w:val="et-EE" w:eastAsia="et-EE"/>
        </w:rPr>
        <w:t>allinna mnt 1</w:t>
      </w: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 xml:space="preserve">4, </w:t>
      </w:r>
      <w:r w:rsidR="00996633">
        <w:rPr>
          <w:rFonts w:asciiTheme="majorBidi" w:hAnsiTheme="majorBidi" w:cstheme="majorBidi"/>
          <w:sz w:val="24"/>
          <w:szCs w:val="24"/>
          <w:lang w:val="et-EE" w:eastAsia="et-EE"/>
        </w:rPr>
        <w:t>79513</w:t>
      </w: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 xml:space="preserve"> </w:t>
      </w:r>
      <w:r w:rsidR="00996633">
        <w:rPr>
          <w:rFonts w:asciiTheme="majorBidi" w:hAnsiTheme="majorBidi" w:cstheme="majorBidi"/>
          <w:sz w:val="24"/>
          <w:szCs w:val="24"/>
          <w:lang w:val="et-EE" w:eastAsia="et-EE"/>
        </w:rPr>
        <w:t>Rapla linn</w:t>
      </w:r>
    </w:p>
    <w:p w14:paraId="282F6F5C" w14:textId="65A54528" w:rsidR="001855BA" w:rsidRPr="00977051" w:rsidRDefault="001855BA" w:rsidP="007D0EB4">
      <w:pPr>
        <w:pStyle w:val="Flietext"/>
        <w:framePr w:w="379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 w:eastAsia="et-EE"/>
        </w:rPr>
        <w:t>Timmo.Teder@transpordiamet.ee</w:t>
      </w:r>
    </w:p>
    <w:p w14:paraId="390469B0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9576092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2820C6DD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C79CFA6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81FD218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7CBC4CD" w14:textId="77777777" w:rsidR="00E77FB8" w:rsidRDefault="00E77FB8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8ED60AC" w14:textId="77777777" w:rsid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AF00A8D" w14:textId="77777777" w:rsid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1F49BD66" w14:textId="0B008E05" w:rsidR="00E77FB8" w:rsidRPr="00977051" w:rsidRDefault="00C77229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Taotlus </w:t>
      </w:r>
      <w:r w:rsidR="008D634A">
        <w:rPr>
          <w:rFonts w:asciiTheme="majorBidi" w:hAnsiTheme="majorBidi" w:cstheme="majorBidi"/>
          <w:b/>
          <w:bCs/>
          <w:sz w:val="24"/>
          <w:szCs w:val="24"/>
          <w:lang w:val="et-EE"/>
        </w:rPr>
        <w:t>tehnika</w:t>
      </w:r>
      <w:r w:rsidRPr="00977051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 asendamiseks</w:t>
      </w:r>
      <w:r w:rsidR="008D634A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 </w:t>
      </w:r>
    </w:p>
    <w:p w14:paraId="76828469" w14:textId="66B6285A" w:rsidR="00C77229" w:rsidRPr="00977051" w:rsidRDefault="00977051" w:rsidP="00977051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sz w:val="24"/>
          <w:szCs w:val="24"/>
          <w:lang w:val="et-EE"/>
        </w:rPr>
        <w:t>RIIGITEEDE KORRASHOIULEPING NR 3.2-3/23/318-1</w:t>
      </w:r>
    </w:p>
    <w:p w14:paraId="00394B80" w14:textId="77777777" w:rsidR="00977051" w:rsidRP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F947E96" w14:textId="6CC4E4C5" w:rsidR="00A17A6C" w:rsidRPr="00977051" w:rsidRDefault="00746A9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Palun kooskõlastada </w:t>
      </w:r>
      <w:r w:rsidR="008553B7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tehnika </w:t>
      </w:r>
      <w:r w:rsidR="006857BC">
        <w:rPr>
          <w:rFonts w:asciiTheme="majorBidi" w:hAnsiTheme="majorBidi" w:cstheme="majorBidi"/>
          <w:noProof/>
          <w:sz w:val="24"/>
          <w:szCs w:val="24"/>
          <w:lang w:val="et-EE"/>
        </w:rPr>
        <w:t>asendamise</w:t>
      </w:r>
      <w:r w:rsidR="00440D7C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muudatuse</w:t>
      </w:r>
      <w:r w:rsidR="006857BC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d </w:t>
      </w:r>
      <w:r w:rsidR="006857BC" w:rsidRPr="007D0EB4">
        <w:rPr>
          <w:rFonts w:asciiTheme="majorBidi" w:hAnsiTheme="majorBidi" w:cstheme="majorBidi"/>
          <w:i/>
          <w:iCs/>
          <w:noProof/>
          <w:sz w:val="24"/>
          <w:szCs w:val="24"/>
          <w:lang w:val="et-EE"/>
        </w:rPr>
        <w:t xml:space="preserve">lepingu täitmisel kasutatav tehnika </w:t>
      </w:r>
      <w:r w:rsidR="007D0EB4">
        <w:rPr>
          <w:rFonts w:asciiTheme="majorBidi" w:hAnsiTheme="majorBidi" w:cstheme="majorBidi"/>
          <w:i/>
          <w:iCs/>
          <w:noProof/>
          <w:sz w:val="24"/>
          <w:szCs w:val="24"/>
          <w:lang w:val="et-EE"/>
        </w:rPr>
        <w:t>(</w:t>
      </w:r>
      <w:r w:rsidR="006857BC" w:rsidRPr="007D0EB4">
        <w:rPr>
          <w:rFonts w:asciiTheme="majorBidi" w:hAnsiTheme="majorBidi" w:cstheme="majorBidi"/>
          <w:i/>
          <w:iCs/>
          <w:noProof/>
          <w:sz w:val="24"/>
          <w:szCs w:val="24"/>
          <w:lang w:val="et-EE"/>
        </w:rPr>
        <w:t>HD I vorm 3</w:t>
      </w:r>
      <w:r w:rsidR="007D0EB4">
        <w:rPr>
          <w:rFonts w:asciiTheme="majorBidi" w:hAnsiTheme="majorBidi" w:cstheme="majorBidi"/>
          <w:i/>
          <w:iCs/>
          <w:noProof/>
          <w:sz w:val="24"/>
          <w:szCs w:val="24"/>
          <w:lang w:val="et-EE"/>
        </w:rPr>
        <w:t>)</w:t>
      </w:r>
      <w:r w:rsidR="006857BC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</w:t>
      </w:r>
      <w:r w:rsidR="007D0EB4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osas </w:t>
      </w:r>
      <w:r w:rsidR="00442BC2" w:rsidRPr="00442BC2">
        <w:rPr>
          <w:rFonts w:asciiTheme="majorBidi" w:hAnsiTheme="majorBidi" w:cstheme="majorBidi"/>
          <w:noProof/>
          <w:sz w:val="24"/>
          <w:szCs w:val="24"/>
          <w:lang w:val="et-EE"/>
        </w:rPr>
        <w:t>KVALIFITSEERIMISEKS PAKUTAVAD TRAKTORID VÕI UNIMOGID VÕI MUUD SARNASED MOOTORSÕIDUKID</w:t>
      </w:r>
    </w:p>
    <w:tbl>
      <w:tblPr>
        <w:tblStyle w:val="Kontuurtabel"/>
        <w:tblW w:w="10190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559"/>
        <w:gridCol w:w="992"/>
        <w:gridCol w:w="1276"/>
        <w:gridCol w:w="1276"/>
        <w:gridCol w:w="850"/>
        <w:gridCol w:w="1548"/>
      </w:tblGrid>
      <w:tr w:rsidR="008553B7" w:rsidRPr="007D0EB4" w14:paraId="20637B19" w14:textId="177205C0" w:rsidTr="00AF2B99">
        <w:tc>
          <w:tcPr>
            <w:tcW w:w="5240" w:type="dxa"/>
            <w:gridSpan w:val="4"/>
          </w:tcPr>
          <w:p w14:paraId="4C41F5E8" w14:textId="73D6D5CA" w:rsidR="006857BC" w:rsidRPr="007D0EB4" w:rsidRDefault="00C064B8" w:rsidP="00746A91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7D0EB4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u</w:t>
            </w:r>
            <w:r w:rsidR="006857BC" w:rsidRPr="007D0EB4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us tehnika</w:t>
            </w:r>
          </w:p>
        </w:tc>
        <w:tc>
          <w:tcPr>
            <w:tcW w:w="4950" w:type="dxa"/>
            <w:gridSpan w:val="4"/>
          </w:tcPr>
          <w:p w14:paraId="0C536115" w14:textId="1E8A3667" w:rsidR="006857BC" w:rsidRPr="007D0EB4" w:rsidRDefault="006857BC" w:rsidP="006857BC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7D0EB4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asendatav tehnika</w:t>
            </w:r>
          </w:p>
        </w:tc>
      </w:tr>
      <w:tr w:rsidR="007D0EB4" w:rsidRPr="00996633" w14:paraId="0F951189" w14:textId="75C01D4B" w:rsidTr="007225D4">
        <w:tc>
          <w:tcPr>
            <w:tcW w:w="1413" w:type="dxa"/>
          </w:tcPr>
          <w:p w14:paraId="07BDC644" w14:textId="5CF9517E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bookmarkStart w:id="9" w:name="_Hlk193790676"/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Masina mark</w:t>
            </w:r>
          </w:p>
        </w:tc>
        <w:tc>
          <w:tcPr>
            <w:tcW w:w="1276" w:type="dxa"/>
          </w:tcPr>
          <w:p w14:paraId="166BD3D5" w14:textId="3A41A29D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Masina kategooria</w:t>
            </w:r>
          </w:p>
        </w:tc>
        <w:tc>
          <w:tcPr>
            <w:tcW w:w="1559" w:type="dxa"/>
          </w:tcPr>
          <w:p w14:paraId="41AA3D8A" w14:textId="5B1FDF96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Mudel</w:t>
            </w:r>
          </w:p>
        </w:tc>
        <w:tc>
          <w:tcPr>
            <w:tcW w:w="992" w:type="dxa"/>
          </w:tcPr>
          <w:p w14:paraId="3B07A296" w14:textId="6743730A" w:rsidR="006857BC" w:rsidRPr="00996633" w:rsidRDefault="006857BC" w:rsidP="00440D7C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Reg.nr</w:t>
            </w:r>
          </w:p>
        </w:tc>
        <w:tc>
          <w:tcPr>
            <w:tcW w:w="1276" w:type="dxa"/>
          </w:tcPr>
          <w:p w14:paraId="2EF52AF6" w14:textId="053BFDEC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Masina mark</w:t>
            </w:r>
          </w:p>
        </w:tc>
        <w:tc>
          <w:tcPr>
            <w:tcW w:w="1276" w:type="dxa"/>
          </w:tcPr>
          <w:p w14:paraId="443D69F4" w14:textId="6C2C2FA0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Masina kategooria</w:t>
            </w:r>
          </w:p>
        </w:tc>
        <w:tc>
          <w:tcPr>
            <w:tcW w:w="850" w:type="dxa"/>
          </w:tcPr>
          <w:p w14:paraId="73DEB0A3" w14:textId="762C0A7A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Mudel</w:t>
            </w:r>
          </w:p>
        </w:tc>
        <w:tc>
          <w:tcPr>
            <w:tcW w:w="1548" w:type="dxa"/>
          </w:tcPr>
          <w:p w14:paraId="6630CF10" w14:textId="129AE62E" w:rsidR="006857BC" w:rsidRPr="00996633" w:rsidRDefault="006857BC" w:rsidP="0099663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96633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Reg.nr</w:t>
            </w:r>
          </w:p>
        </w:tc>
      </w:tr>
      <w:bookmarkEnd w:id="9"/>
      <w:tr w:rsidR="00996633" w:rsidRPr="00996633" w14:paraId="29F82285" w14:textId="79848CB9" w:rsidTr="007225D4">
        <w:tc>
          <w:tcPr>
            <w:tcW w:w="1413" w:type="dxa"/>
          </w:tcPr>
          <w:p w14:paraId="2F461BD2" w14:textId="3C02D7DA" w:rsidR="008553B7" w:rsidRPr="00996633" w:rsidRDefault="003A27E8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3A27E8">
              <w:rPr>
                <w:rFonts w:asciiTheme="majorBidi" w:hAnsiTheme="majorBidi" w:cstheme="majorBidi"/>
                <w:sz w:val="24"/>
                <w:szCs w:val="24"/>
                <w:lang w:val="et-EE" w:eastAsia="et-EE"/>
              </w:rPr>
              <w:t>DEUTZ-FAHR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1B83" w14:textId="1A2EF89C" w:rsidR="008553B7" w:rsidRPr="00996633" w:rsidRDefault="001E75E9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proofErr w:type="spellStart"/>
            <w:r w:rsidRPr="001E75E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ratastraktor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2A5D" w14:textId="00CB9BFD" w:rsidR="008553B7" w:rsidRPr="00996633" w:rsidRDefault="00C25919" w:rsidP="00693953">
            <w:pPr>
              <w:spacing w:line="264" w:lineRule="atLeast"/>
              <w:jc w:val="center"/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</w:pPr>
            <w:r w:rsidRPr="00C25919">
              <w:rPr>
                <w:rFonts w:asciiTheme="majorBidi" w:hAnsiTheme="majorBidi" w:cstheme="majorBidi"/>
                <w:sz w:val="24"/>
                <w:szCs w:val="24"/>
              </w:rPr>
              <w:t>7250 AGROTRON TTV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E6FB" w14:textId="1BCA2882" w:rsidR="008553B7" w:rsidRPr="00996633" w:rsidRDefault="00C25919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C25919">
              <w:rPr>
                <w:rFonts w:asciiTheme="majorBidi" w:hAnsiTheme="majorBidi" w:cstheme="majorBidi"/>
                <w:sz w:val="24"/>
                <w:szCs w:val="24"/>
              </w:rPr>
              <w:t>2283TJ</w:t>
            </w:r>
          </w:p>
        </w:tc>
        <w:tc>
          <w:tcPr>
            <w:tcW w:w="1276" w:type="dxa"/>
          </w:tcPr>
          <w:p w14:paraId="71252A09" w14:textId="36A93618" w:rsidR="008553B7" w:rsidRPr="00996633" w:rsidRDefault="005A37E1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5A37E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VALTRA</w:t>
            </w:r>
          </w:p>
        </w:tc>
        <w:tc>
          <w:tcPr>
            <w:tcW w:w="1276" w:type="dxa"/>
          </w:tcPr>
          <w:p w14:paraId="15BBBA24" w14:textId="0B12004D" w:rsidR="008553B7" w:rsidRPr="00996633" w:rsidRDefault="00814572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proofErr w:type="spellStart"/>
            <w:r w:rsidRPr="001E75E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ratastraktor</w:t>
            </w:r>
            <w:proofErr w:type="spellEnd"/>
          </w:p>
        </w:tc>
        <w:tc>
          <w:tcPr>
            <w:tcW w:w="850" w:type="dxa"/>
          </w:tcPr>
          <w:p w14:paraId="3707CB11" w14:textId="342262ED" w:rsidR="008553B7" w:rsidRPr="00996633" w:rsidRDefault="00814572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N143</w:t>
            </w:r>
          </w:p>
        </w:tc>
        <w:tc>
          <w:tcPr>
            <w:tcW w:w="1548" w:type="dxa"/>
          </w:tcPr>
          <w:p w14:paraId="6D179555" w14:textId="2610FD4A" w:rsidR="008553B7" w:rsidRPr="00996633" w:rsidRDefault="007225D4" w:rsidP="00693953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6878TE</w:t>
            </w:r>
          </w:p>
        </w:tc>
      </w:tr>
    </w:tbl>
    <w:p w14:paraId="0CE2AE97" w14:textId="77777777" w:rsidR="007B2260" w:rsidRDefault="007B2260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91B9DA4" w14:textId="132BA842" w:rsidR="00C77229" w:rsidRDefault="00747F1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Lugupidamisega</w:t>
      </w:r>
    </w:p>
    <w:p w14:paraId="1E3092CD" w14:textId="05BB2520" w:rsidR="005A4024" w:rsidRDefault="00996633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Oliver Laager</w:t>
      </w:r>
    </w:p>
    <w:p w14:paraId="5BB1E148" w14:textId="77777777" w:rsidR="00996633" w:rsidRDefault="00996633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Hoolde valdkona juht</w:t>
      </w:r>
    </w:p>
    <w:p w14:paraId="32E9CEAC" w14:textId="77777777" w:rsidR="00996633" w:rsidRDefault="009F18BD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Ho</w:t>
      </w:r>
      <w:r w:rsidR="005A4024">
        <w:rPr>
          <w:rFonts w:asciiTheme="majorBidi" w:hAnsiTheme="majorBidi" w:cstheme="majorBidi"/>
          <w:noProof/>
          <w:sz w:val="24"/>
          <w:szCs w:val="24"/>
          <w:lang w:val="et-EE"/>
        </w:rPr>
        <w:t>olde</w:t>
      </w:r>
      <w:r w:rsidR="00996633">
        <w:rPr>
          <w:rFonts w:asciiTheme="majorBidi" w:hAnsiTheme="majorBidi" w:cstheme="majorBidi"/>
          <w:noProof/>
          <w:sz w:val="24"/>
          <w:szCs w:val="24"/>
          <w:lang w:val="et-EE"/>
        </w:rPr>
        <w:t>juhi asendaja</w:t>
      </w:r>
    </w:p>
    <w:p w14:paraId="2D45D39D" w14:textId="77777777" w:rsidR="00996633" w:rsidRDefault="00996633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Leonhard Weiss Viater OÜ</w:t>
      </w:r>
    </w:p>
    <w:p w14:paraId="041C1A99" w14:textId="2200C93B" w:rsidR="00F2717C" w:rsidRDefault="00440D7C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hyperlink r:id="rId14" w:history="1">
        <w:r w:rsidRPr="00440D7C">
          <w:rPr>
            <w:rStyle w:val="Hperlink"/>
            <w:rFonts w:asciiTheme="majorBidi" w:hAnsiTheme="majorBidi" w:cstheme="majorBidi"/>
            <w:color w:val="auto"/>
            <w:sz w:val="24"/>
            <w:szCs w:val="24"/>
            <w:u w:val="none"/>
            <w:lang w:val="et-EE" w:eastAsia="et-EE"/>
          </w:rPr>
          <w:t>5</w:t>
        </w:r>
        <w:r w:rsidRPr="00977051">
          <w:rPr>
            <w:rStyle w:val="Hperlink"/>
            <w:rFonts w:asciiTheme="majorBidi" w:hAnsiTheme="majorBidi" w:cstheme="majorBidi"/>
            <w:color w:val="auto"/>
            <w:sz w:val="24"/>
            <w:szCs w:val="24"/>
            <w:u w:val="none"/>
            <w:lang w:val="et-EE" w:eastAsia="et-EE"/>
          </w:rPr>
          <w:t>1</w:t>
        </w:r>
        <w:r w:rsidRPr="00977051">
          <w:rPr>
            <w:rStyle w:val="Hperlink"/>
            <w:rFonts w:asciiTheme="majorBidi" w:hAnsiTheme="majorBidi" w:cstheme="majorBidi"/>
            <w:color w:val="auto"/>
            <w:sz w:val="24"/>
            <w:szCs w:val="24"/>
            <w:u w:val="none"/>
            <w:lang w:val="et-EE"/>
          </w:rPr>
          <w:t>84820</w:t>
        </w:r>
      </w:hyperlink>
    </w:p>
    <w:p w14:paraId="22483FAE" w14:textId="77777777" w:rsidR="00F2717C" w:rsidRDefault="00F2717C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178E8B16" w14:textId="45352138" w:rsidR="00C77229" w:rsidRDefault="009D10EB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Lisatud:</w:t>
      </w:r>
    </w:p>
    <w:p w14:paraId="632BB913" w14:textId="66DB30CE" w:rsidR="007D0EB4" w:rsidRDefault="007D0EB4" w:rsidP="00F2717C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  <w:r w:rsidRPr="007D0EB4">
        <w:rPr>
          <w:rFonts w:asciiTheme="majorBidi" w:hAnsiTheme="majorBidi" w:cstheme="majorBidi"/>
          <w:sz w:val="24"/>
          <w:szCs w:val="24"/>
          <w:lang w:val="et-EE"/>
        </w:rPr>
        <w:t>HD I V3 LWV Tehnika tabel 0</w:t>
      </w:r>
      <w:r w:rsidR="00EA4AA5">
        <w:rPr>
          <w:rFonts w:asciiTheme="majorBidi" w:hAnsiTheme="majorBidi" w:cstheme="majorBidi"/>
          <w:sz w:val="24"/>
          <w:szCs w:val="24"/>
          <w:lang w:val="et-EE"/>
        </w:rPr>
        <w:t>6</w:t>
      </w:r>
      <w:r w:rsidRPr="007D0EB4">
        <w:rPr>
          <w:rFonts w:asciiTheme="majorBidi" w:hAnsiTheme="majorBidi" w:cstheme="majorBidi"/>
          <w:sz w:val="24"/>
          <w:szCs w:val="24"/>
          <w:lang w:val="et-EE"/>
        </w:rPr>
        <w:t>.25</w:t>
      </w:r>
    </w:p>
    <w:p w14:paraId="5712D233" w14:textId="55ADA17A" w:rsidR="00440D7C" w:rsidRDefault="00996633" w:rsidP="00CE4CAA">
      <w:pPr>
        <w:ind w:firstLine="709"/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CE4CAA">
        <w:rPr>
          <w:rFonts w:asciiTheme="majorBidi" w:hAnsiTheme="majorBidi" w:cstheme="majorBidi"/>
          <w:sz w:val="24"/>
          <w:szCs w:val="24"/>
          <w:lang w:val="et-EE"/>
        </w:rPr>
        <w:t xml:space="preserve">HD I V2b Teise isiku nõusolek </w:t>
      </w:r>
      <w:r w:rsidR="00697732" w:rsidRPr="00CE4CAA">
        <w:rPr>
          <w:lang w:val="et-EE"/>
        </w:rPr>
        <w:t xml:space="preserve">AS </w:t>
      </w:r>
      <w:proofErr w:type="spellStart"/>
      <w:r w:rsidR="00697732" w:rsidRPr="00CE4CAA">
        <w:rPr>
          <w:lang w:val="et-EE"/>
        </w:rPr>
        <w:t>Baltem</w:t>
      </w:r>
      <w:proofErr w:type="spellEnd"/>
    </w:p>
    <w:p w14:paraId="6D9B899C" w14:textId="77777777" w:rsidR="00440D7C" w:rsidRDefault="00440D7C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23AF00F6" w14:textId="77777777" w:rsidR="00440D7C" w:rsidRDefault="00440D7C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2B3C7B6F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33406A26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11343D51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3BEE9118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4058D7A1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794E32A0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3AF96770" w14:textId="77777777" w:rsidR="00697732" w:rsidRDefault="00697732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</w:p>
    <w:p w14:paraId="24EF8882" w14:textId="0D021A58" w:rsidR="00440D7C" w:rsidRDefault="00440D7C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V. Voolaid</w:t>
      </w:r>
    </w:p>
    <w:p w14:paraId="0867ECBD" w14:textId="1EF334FC" w:rsidR="00440D7C" w:rsidRDefault="00440D7C" w:rsidP="00996633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lastRenderedPageBreak/>
        <w:t>5036287</w:t>
      </w:r>
    </w:p>
    <w:sectPr w:rsidR="00440D7C" w:rsidSect="004D7A8C">
      <w:headerReference w:type="default" r:id="rId15"/>
      <w:footerReference w:type="default" r:id="rId16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FE109" w14:textId="77777777" w:rsidR="00221882" w:rsidRDefault="00221882">
      <w:r>
        <w:separator/>
      </w:r>
    </w:p>
  </w:endnote>
  <w:endnote w:type="continuationSeparator" w:id="0">
    <w:p w14:paraId="3F7280B5" w14:textId="77777777" w:rsidR="00221882" w:rsidRDefault="00221882">
      <w:r>
        <w:continuationSeparator/>
      </w:r>
    </w:p>
  </w:endnote>
  <w:endnote w:type="continuationNotice" w:id="1">
    <w:p w14:paraId="3EE64655" w14:textId="77777777" w:rsidR="00221882" w:rsidRDefault="002218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0429" w14:textId="77777777" w:rsidR="002F467C" w:rsidRDefault="00C41251" w:rsidP="00C02A55">
    <w:pPr>
      <w:pStyle w:val="Pis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9EC6A84" wp14:editId="4DBF0D2A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8DB7A" w14:textId="77777777" w:rsidR="00D33E5E" w:rsidRPr="00D33E5E" w:rsidRDefault="00D33E5E" w:rsidP="00D33E5E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  <w:r w:rsidRPr="00D33E5E">
                            <w:rPr>
                              <w:b w:val="0"/>
                              <w:lang w:val="en-US"/>
                            </w:rPr>
                            <w:t xml:space="preserve">Index: </w:t>
                          </w:r>
                          <w:bookmarkStart w:id="0" w:name="document_short_name"/>
                          <w:r w:rsidRPr="00D33E5E">
                            <w:rPr>
                              <w:b w:val="0"/>
                              <w:lang w:val="en-US"/>
                            </w:rPr>
                            <w:t>FB_LW_EE VE_0001</w:t>
                          </w:r>
                          <w:bookmarkEnd w:id="0"/>
                          <w:r w:rsidRPr="00D33E5E">
                            <w:rPr>
                              <w:b w:val="0"/>
                              <w:lang w:val="en-US"/>
                            </w:rPr>
                            <w:t>-</w:t>
                          </w:r>
                          <w:bookmarkStart w:id="1" w:name="version"/>
                          <w:r w:rsidRPr="00D33E5E">
                            <w:rPr>
                              <w:b w:val="0"/>
                              <w:lang w:val="en-US"/>
                            </w:rPr>
                            <w:t>1.4</w:t>
                          </w:r>
                          <w:bookmarkEnd w:id="1"/>
                        </w:p>
                        <w:p w14:paraId="12B89B49" w14:textId="77777777" w:rsidR="002F467C" w:rsidRPr="00D33E5E" w:rsidRDefault="002F467C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C6A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3568DB7A" w14:textId="77777777" w:rsidR="00D33E5E" w:rsidRPr="00D33E5E" w:rsidRDefault="00D33E5E" w:rsidP="00D33E5E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  <w:r w:rsidRPr="00D33E5E">
                      <w:rPr>
                        <w:b w:val="0"/>
                        <w:lang w:val="en-US"/>
                      </w:rPr>
                      <w:t xml:space="preserve">Index: </w:t>
                    </w:r>
                    <w:bookmarkStart w:id="2" w:name="document_short_name"/>
                    <w:r w:rsidRPr="00D33E5E">
                      <w:rPr>
                        <w:b w:val="0"/>
                        <w:lang w:val="en-US"/>
                      </w:rPr>
                      <w:t>FB_LW_EE VE_0001</w:t>
                    </w:r>
                    <w:bookmarkEnd w:id="2"/>
                    <w:r w:rsidRPr="00D33E5E">
                      <w:rPr>
                        <w:b w:val="0"/>
                        <w:lang w:val="en-US"/>
                      </w:rPr>
                      <w:t>-</w:t>
                    </w:r>
                    <w:bookmarkStart w:id="3" w:name="version"/>
                    <w:r w:rsidRPr="00D33E5E">
                      <w:rPr>
                        <w:b w:val="0"/>
                        <w:lang w:val="en-US"/>
                      </w:rPr>
                      <w:t>1.4</w:t>
                    </w:r>
                    <w:bookmarkEnd w:id="3"/>
                  </w:p>
                  <w:p w14:paraId="12B89B49" w14:textId="77777777" w:rsidR="002F467C" w:rsidRPr="00D33E5E" w:rsidRDefault="002F467C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828"/>
      <w:gridCol w:w="2409"/>
      <w:gridCol w:w="3854"/>
    </w:tblGrid>
    <w:tr w:rsidR="002F467C" w:rsidRPr="009A38B2" w14:paraId="29BC04A8" w14:textId="77777777" w:rsidTr="006D04BF">
      <w:trPr>
        <w:trHeight w:val="284"/>
      </w:trPr>
      <w:tc>
        <w:tcPr>
          <w:tcW w:w="3828" w:type="dxa"/>
        </w:tcPr>
        <w:p w14:paraId="2F8F8E89" w14:textId="77777777" w:rsidR="008F0874" w:rsidRPr="009A38B2" w:rsidRDefault="008F0874" w:rsidP="00F732E3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 xml:space="preserve">LEONHARD WEISS </w:t>
          </w:r>
          <w:r w:rsidR="006D04BF" w:rsidRPr="009A38B2">
            <w:rPr>
              <w:sz w:val="14"/>
              <w:szCs w:val="14"/>
            </w:rPr>
            <w:t xml:space="preserve">VIATER </w:t>
          </w:r>
          <w:r w:rsidRPr="009A38B2">
            <w:rPr>
              <w:sz w:val="14"/>
              <w:szCs w:val="14"/>
            </w:rPr>
            <w:t>OÜ, Vesse 8, 11415 Tallinn</w:t>
          </w:r>
        </w:p>
        <w:p w14:paraId="315BD824" w14:textId="77777777" w:rsidR="008F0874" w:rsidRPr="009A38B2" w:rsidRDefault="00C02A55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estonia@leonhard-weiss.com, www.leonhard-weiss.ee</w:t>
          </w:r>
        </w:p>
        <w:p w14:paraId="2B7FA3AA" w14:textId="77777777" w:rsidR="00C02A55" w:rsidRPr="009A38B2" w:rsidRDefault="00E77FB8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Tel +372 6</w:t>
          </w:r>
          <w:r w:rsidR="009A38B2" w:rsidRPr="009A38B2">
            <w:rPr>
              <w:sz w:val="14"/>
              <w:szCs w:val="14"/>
            </w:rPr>
            <w:t>22</w:t>
          </w:r>
          <w:r w:rsidRPr="009A38B2">
            <w:rPr>
              <w:sz w:val="14"/>
              <w:szCs w:val="14"/>
            </w:rPr>
            <w:t xml:space="preserve"> </w:t>
          </w:r>
          <w:r w:rsidR="009A38B2" w:rsidRPr="009A38B2">
            <w:rPr>
              <w:sz w:val="14"/>
              <w:szCs w:val="14"/>
            </w:rPr>
            <w:t>9</w:t>
          </w:r>
          <w:r w:rsidR="009A38B2">
            <w:rPr>
              <w:sz w:val="14"/>
              <w:szCs w:val="14"/>
            </w:rPr>
            <w:t>292</w:t>
          </w:r>
        </w:p>
        <w:p w14:paraId="5AB66847" w14:textId="77777777" w:rsidR="005B3FD4" w:rsidRPr="006D04BF" w:rsidRDefault="005B3FD4" w:rsidP="005B3FD4">
          <w:pPr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IBAN </w:t>
          </w:r>
          <w:r w:rsidR="006D04BF" w:rsidRPr="006D04BF">
            <w:rPr>
              <w:rFonts w:cs="Arial"/>
              <w:bCs/>
              <w:sz w:val="14"/>
              <w:szCs w:val="14"/>
              <w:lang w:val="et-EE"/>
            </w:rPr>
            <w:t>EE382200221010655787</w:t>
          </w:r>
        </w:p>
        <w:p w14:paraId="22CB5C7D" w14:textId="77777777" w:rsidR="002F467C" w:rsidRPr="009A38B2" w:rsidRDefault="009104C2" w:rsidP="00152F55">
          <w:pPr>
            <w:rPr>
              <w:sz w:val="14"/>
              <w:szCs w:val="14"/>
            </w:rPr>
          </w:pPr>
          <w:r w:rsidRPr="006D04BF">
            <w:rPr>
              <w:sz w:val="14"/>
              <w:szCs w:val="14"/>
              <w:lang w:val="et-EE"/>
            </w:rPr>
            <w:t>Pa</w:t>
          </w:r>
          <w:r w:rsidR="005B3FD4" w:rsidRPr="006D04BF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409" w:type="dxa"/>
          <w:tcBorders>
            <w:left w:val="nil"/>
          </w:tcBorders>
        </w:tcPr>
        <w:p w14:paraId="6EA7E214" w14:textId="77777777" w:rsidR="002F467C" w:rsidRPr="009A38B2" w:rsidRDefault="004D7A8C" w:rsidP="004D7A8C">
          <w:pPr>
            <w:pStyle w:val="Pis"/>
            <w:tabs>
              <w:tab w:val="left" w:pos="197"/>
            </w:tabs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ab/>
          </w:r>
        </w:p>
      </w:tc>
      <w:tc>
        <w:tcPr>
          <w:tcW w:w="3854" w:type="dxa"/>
        </w:tcPr>
        <w:p w14:paraId="3998FBB9" w14:textId="77777777" w:rsidR="008F0874" w:rsidRPr="006D04BF" w:rsidRDefault="008F0874" w:rsidP="008F0874">
          <w:pPr>
            <w:pStyle w:val="Pis"/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Reg nr </w:t>
          </w:r>
          <w:r w:rsidR="006D04BF" w:rsidRPr="006D04BF">
            <w:rPr>
              <w:rFonts w:eastAsia="ArialMT" w:cs="Arial"/>
              <w:sz w:val="14"/>
              <w:szCs w:val="14"/>
              <w:lang w:val="et-EE" w:eastAsia="de-DE"/>
            </w:rPr>
            <w:t>10406105</w:t>
          </w:r>
        </w:p>
        <w:p w14:paraId="3CFDB5C2" w14:textId="77777777" w:rsidR="002D6501" w:rsidRPr="00E24EB3" w:rsidRDefault="002D6501" w:rsidP="00F65421">
          <w:pPr>
            <w:pStyle w:val="Pis"/>
            <w:rPr>
              <w:sz w:val="14"/>
              <w:szCs w:val="14"/>
              <w:lang w:val="nb-NO"/>
            </w:rPr>
          </w:pPr>
        </w:p>
        <w:p w14:paraId="6C32AD3D" w14:textId="77777777" w:rsidR="008378E3" w:rsidRPr="00C94605" w:rsidRDefault="008378E3" w:rsidP="008378E3">
          <w:pPr>
            <w:pStyle w:val="Pis"/>
            <w:rPr>
              <w:sz w:val="14"/>
              <w:szCs w:val="14"/>
              <w:lang w:val="nb-NO"/>
            </w:rPr>
          </w:pPr>
          <w:r w:rsidRPr="00C94605">
            <w:rPr>
              <w:sz w:val="14"/>
              <w:szCs w:val="14"/>
              <w:lang w:val="nb-NO"/>
            </w:rPr>
            <w:t>Juhatus:</w:t>
          </w:r>
          <w:r w:rsidR="00E24EB3">
            <w:rPr>
              <w:sz w:val="14"/>
              <w:szCs w:val="14"/>
              <w:lang w:val="nb-NO"/>
            </w:rPr>
            <w:t xml:space="preserve"> </w:t>
          </w:r>
          <w:r w:rsidR="00C94605" w:rsidRPr="00C94605">
            <w:rPr>
              <w:sz w:val="14"/>
              <w:szCs w:val="14"/>
              <w:lang w:val="nb-NO"/>
            </w:rPr>
            <w:t>Margus Praks</w:t>
          </w:r>
          <w:r w:rsidR="00C94605">
            <w:rPr>
              <w:sz w:val="14"/>
              <w:szCs w:val="14"/>
              <w:lang w:val="nb-NO"/>
            </w:rPr>
            <w:t xml:space="preserve">, </w:t>
          </w:r>
          <w:r w:rsidR="00C94605" w:rsidRPr="00C94605">
            <w:rPr>
              <w:sz w:val="14"/>
              <w:szCs w:val="14"/>
              <w:lang w:val="nb-NO"/>
            </w:rPr>
            <w:t>Tanel Tammemägi</w:t>
          </w:r>
        </w:p>
        <w:p w14:paraId="6F2CEE39" w14:textId="77777777" w:rsidR="002F467C" w:rsidRPr="006D04BF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6D04BF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6D04BF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6D04BF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6D04BF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2D0B75ED" w14:textId="77777777" w:rsidR="002F467C" w:rsidRPr="00C94605" w:rsidRDefault="002F4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059B0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42789BD0" w14:textId="77777777">
      <w:tc>
        <w:tcPr>
          <w:tcW w:w="5557" w:type="dxa"/>
        </w:tcPr>
        <w:p w14:paraId="58BDA375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7E349658" w14:textId="77777777" w:rsidR="002F467C" w:rsidRDefault="002F467C">
          <w:pPr>
            <w:pStyle w:val="Jalus"/>
            <w:rPr>
              <w:sz w:val="16"/>
            </w:rPr>
          </w:pPr>
        </w:p>
      </w:tc>
    </w:tr>
  </w:tbl>
  <w:p w14:paraId="27FE5F7E" w14:textId="77777777" w:rsidR="002F467C" w:rsidRDefault="002F46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5F6B0" w14:textId="77777777" w:rsidR="00221882" w:rsidRDefault="00221882">
      <w:r>
        <w:separator/>
      </w:r>
    </w:p>
  </w:footnote>
  <w:footnote w:type="continuationSeparator" w:id="0">
    <w:p w14:paraId="2A308D82" w14:textId="77777777" w:rsidR="00221882" w:rsidRDefault="00221882">
      <w:r>
        <w:continuationSeparator/>
      </w:r>
    </w:p>
  </w:footnote>
  <w:footnote w:type="continuationNotice" w:id="1">
    <w:p w14:paraId="6AB00CDC" w14:textId="77777777" w:rsidR="00221882" w:rsidRDefault="002218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8BC5" w14:textId="77777777" w:rsidR="002F467C" w:rsidRDefault="002F467C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</w:rPr>
      <w:t>3</w:t>
    </w:r>
    <w:r>
      <w:rPr>
        <w:rStyle w:val="Lehekljenumber"/>
      </w:rPr>
      <w:fldChar w:fldCharType="end"/>
    </w:r>
  </w:p>
  <w:p w14:paraId="2BD2ABC1" w14:textId="77777777" w:rsidR="002F467C" w:rsidRDefault="002F467C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05671" w14:textId="77777777" w:rsidR="002F467C" w:rsidRDefault="004D7A8C" w:rsidP="004D7A8C">
    <w:pPr>
      <w:pStyle w:val="Pis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1D18B7A0" wp14:editId="58492A66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5C2E" w14:textId="77777777" w:rsidR="002F467C" w:rsidRDefault="002F467C">
    <w:pPr>
      <w:pStyle w:val="Pis"/>
    </w:pPr>
  </w:p>
  <w:p w14:paraId="0F852C94" w14:textId="77777777" w:rsidR="002F467C" w:rsidRDefault="002F467C">
    <w:pPr>
      <w:pStyle w:val="Pis"/>
    </w:pPr>
  </w:p>
  <w:p w14:paraId="030BD168" w14:textId="77777777" w:rsidR="002F467C" w:rsidRDefault="002F467C">
    <w:pPr>
      <w:pStyle w:val="Pis"/>
    </w:pPr>
  </w:p>
  <w:p w14:paraId="776D39A0" w14:textId="77777777" w:rsidR="002F467C" w:rsidRDefault="002F467C">
    <w:pPr>
      <w:pStyle w:val="Pis"/>
    </w:pPr>
  </w:p>
  <w:p w14:paraId="3448ADD5" w14:textId="77777777" w:rsidR="002F467C" w:rsidRDefault="002F467C">
    <w:pPr>
      <w:pStyle w:val="Pis"/>
    </w:pPr>
  </w:p>
  <w:p w14:paraId="634194C6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Lehekljenumber"/>
      </w:rPr>
      <w:t>- 2 -</w:t>
    </w:r>
  </w:p>
  <w:p w14:paraId="65F56C4F" w14:textId="77777777" w:rsidR="002F467C" w:rsidRDefault="002F467C">
    <w:pPr>
      <w:pStyle w:val="Pis"/>
    </w:pPr>
  </w:p>
  <w:p w14:paraId="1349009F" w14:textId="77777777" w:rsidR="002F467C" w:rsidRDefault="002F467C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501EC" w14:textId="77777777" w:rsidR="002F467C" w:rsidRDefault="001E1BAF" w:rsidP="001E1BAF">
    <w:pPr>
      <w:tabs>
        <w:tab w:val="center" w:pos="4760"/>
      </w:tabs>
      <w:rPr>
        <w:rStyle w:val="Lehekljenumber"/>
      </w:rPr>
    </w:pPr>
    <w:r>
      <w:rPr>
        <w:rStyle w:val="Lehekljenumber"/>
      </w:rPr>
      <w:tab/>
      <w:t xml:space="preserve">- </w:t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C02A55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 xml:space="preserve"> -</w:t>
    </w:r>
  </w:p>
  <w:p w14:paraId="1107A0B7" w14:textId="77777777" w:rsidR="001E1BAF" w:rsidRDefault="001E1BAF" w:rsidP="001E1BAF">
    <w:pPr>
      <w:tabs>
        <w:tab w:val="center" w:pos="4760"/>
      </w:tabs>
    </w:pPr>
  </w:p>
  <w:p w14:paraId="6CAD4832" w14:textId="77777777" w:rsidR="001E1BAF" w:rsidRDefault="001E1BAF" w:rsidP="001E1BAF">
    <w:pPr>
      <w:tabs>
        <w:tab w:val="center" w:pos="4760"/>
      </w:tabs>
    </w:pPr>
  </w:p>
  <w:p w14:paraId="4EB79D73" w14:textId="77777777" w:rsidR="001E1BAF" w:rsidRDefault="001E1BAF" w:rsidP="001E1BAF">
    <w:pPr>
      <w:tabs>
        <w:tab w:val="center" w:pos="47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B9"/>
    <w:rsid w:val="00007FA8"/>
    <w:rsid w:val="0002787B"/>
    <w:rsid w:val="0003067A"/>
    <w:rsid w:val="00030C3D"/>
    <w:rsid w:val="00034E0D"/>
    <w:rsid w:val="00040BA7"/>
    <w:rsid w:val="0004176C"/>
    <w:rsid w:val="00042CF0"/>
    <w:rsid w:val="000625AC"/>
    <w:rsid w:val="0006561F"/>
    <w:rsid w:val="000657AB"/>
    <w:rsid w:val="00070EA7"/>
    <w:rsid w:val="000D4621"/>
    <w:rsid w:val="00106D67"/>
    <w:rsid w:val="001178D9"/>
    <w:rsid w:val="00130CA7"/>
    <w:rsid w:val="00132953"/>
    <w:rsid w:val="00133EDA"/>
    <w:rsid w:val="001462CB"/>
    <w:rsid w:val="00152F55"/>
    <w:rsid w:val="00167429"/>
    <w:rsid w:val="00176CCC"/>
    <w:rsid w:val="001855BA"/>
    <w:rsid w:val="001B2AEA"/>
    <w:rsid w:val="001B3767"/>
    <w:rsid w:val="001E1BAF"/>
    <w:rsid w:val="001E617D"/>
    <w:rsid w:val="001E75E9"/>
    <w:rsid w:val="001F1511"/>
    <w:rsid w:val="002175EC"/>
    <w:rsid w:val="00221882"/>
    <w:rsid w:val="00235B91"/>
    <w:rsid w:val="00246DC3"/>
    <w:rsid w:val="002674A0"/>
    <w:rsid w:val="00283030"/>
    <w:rsid w:val="00284622"/>
    <w:rsid w:val="002B45BF"/>
    <w:rsid w:val="002B56EF"/>
    <w:rsid w:val="002C009D"/>
    <w:rsid w:val="002D1D92"/>
    <w:rsid w:val="002D1FDD"/>
    <w:rsid w:val="002D6501"/>
    <w:rsid w:val="002D7724"/>
    <w:rsid w:val="002E2FF8"/>
    <w:rsid w:val="002E4F0C"/>
    <w:rsid w:val="002F467C"/>
    <w:rsid w:val="002F55A1"/>
    <w:rsid w:val="003114BF"/>
    <w:rsid w:val="00317055"/>
    <w:rsid w:val="003233F0"/>
    <w:rsid w:val="0034346F"/>
    <w:rsid w:val="00347FA3"/>
    <w:rsid w:val="003552FA"/>
    <w:rsid w:val="003572B9"/>
    <w:rsid w:val="0039024E"/>
    <w:rsid w:val="003A27E8"/>
    <w:rsid w:val="003F161E"/>
    <w:rsid w:val="003F18B0"/>
    <w:rsid w:val="003F4DE1"/>
    <w:rsid w:val="00415F0B"/>
    <w:rsid w:val="00426586"/>
    <w:rsid w:val="00433606"/>
    <w:rsid w:val="00440D7C"/>
    <w:rsid w:val="0044132D"/>
    <w:rsid w:val="00442BC2"/>
    <w:rsid w:val="0044599E"/>
    <w:rsid w:val="004564FD"/>
    <w:rsid w:val="004755E0"/>
    <w:rsid w:val="004A3259"/>
    <w:rsid w:val="004D7A8C"/>
    <w:rsid w:val="004E54F1"/>
    <w:rsid w:val="0050273F"/>
    <w:rsid w:val="005029FC"/>
    <w:rsid w:val="0050346B"/>
    <w:rsid w:val="0051296D"/>
    <w:rsid w:val="00523F21"/>
    <w:rsid w:val="0052450A"/>
    <w:rsid w:val="00525613"/>
    <w:rsid w:val="0053218C"/>
    <w:rsid w:val="00540BB8"/>
    <w:rsid w:val="00541FA4"/>
    <w:rsid w:val="00573ABB"/>
    <w:rsid w:val="005927D1"/>
    <w:rsid w:val="005A15F9"/>
    <w:rsid w:val="005A37E1"/>
    <w:rsid w:val="005A4024"/>
    <w:rsid w:val="005B3FD4"/>
    <w:rsid w:val="005C456B"/>
    <w:rsid w:val="005D6C02"/>
    <w:rsid w:val="00602310"/>
    <w:rsid w:val="00605B46"/>
    <w:rsid w:val="00606BB8"/>
    <w:rsid w:val="00607D75"/>
    <w:rsid w:val="00617520"/>
    <w:rsid w:val="00650425"/>
    <w:rsid w:val="00652461"/>
    <w:rsid w:val="00652889"/>
    <w:rsid w:val="006857BC"/>
    <w:rsid w:val="00693953"/>
    <w:rsid w:val="00697732"/>
    <w:rsid w:val="006C3684"/>
    <w:rsid w:val="006D04BF"/>
    <w:rsid w:val="006D6FA3"/>
    <w:rsid w:val="006E58E2"/>
    <w:rsid w:val="00700029"/>
    <w:rsid w:val="007225D4"/>
    <w:rsid w:val="00727D8E"/>
    <w:rsid w:val="00740560"/>
    <w:rsid w:val="00746A91"/>
    <w:rsid w:val="00747AC3"/>
    <w:rsid w:val="00747F11"/>
    <w:rsid w:val="00780A1A"/>
    <w:rsid w:val="007A5DFC"/>
    <w:rsid w:val="007B0DD6"/>
    <w:rsid w:val="007B2260"/>
    <w:rsid w:val="007C4228"/>
    <w:rsid w:val="007D0EB4"/>
    <w:rsid w:val="007E03CB"/>
    <w:rsid w:val="007F3B80"/>
    <w:rsid w:val="00814572"/>
    <w:rsid w:val="008221D9"/>
    <w:rsid w:val="008378E3"/>
    <w:rsid w:val="008553B7"/>
    <w:rsid w:val="00881CC5"/>
    <w:rsid w:val="008876E5"/>
    <w:rsid w:val="008A58CF"/>
    <w:rsid w:val="008A6677"/>
    <w:rsid w:val="008B7D2C"/>
    <w:rsid w:val="008C553B"/>
    <w:rsid w:val="008D634A"/>
    <w:rsid w:val="008D7CEE"/>
    <w:rsid w:val="008E2F57"/>
    <w:rsid w:val="008E398E"/>
    <w:rsid w:val="008F0874"/>
    <w:rsid w:val="0090541D"/>
    <w:rsid w:val="009104C2"/>
    <w:rsid w:val="00915728"/>
    <w:rsid w:val="00922DB9"/>
    <w:rsid w:val="0095015A"/>
    <w:rsid w:val="00960DA1"/>
    <w:rsid w:val="00977051"/>
    <w:rsid w:val="00980699"/>
    <w:rsid w:val="00986C07"/>
    <w:rsid w:val="00993C65"/>
    <w:rsid w:val="00996633"/>
    <w:rsid w:val="00997E44"/>
    <w:rsid w:val="009A38B2"/>
    <w:rsid w:val="009B4752"/>
    <w:rsid w:val="009B4F1F"/>
    <w:rsid w:val="009D033A"/>
    <w:rsid w:val="009D10EB"/>
    <w:rsid w:val="009D6252"/>
    <w:rsid w:val="009E1DE2"/>
    <w:rsid w:val="009E5D84"/>
    <w:rsid w:val="009F18BD"/>
    <w:rsid w:val="009F44B0"/>
    <w:rsid w:val="00A0439C"/>
    <w:rsid w:val="00A17A6C"/>
    <w:rsid w:val="00A244C0"/>
    <w:rsid w:val="00A60E1F"/>
    <w:rsid w:val="00A62BBA"/>
    <w:rsid w:val="00A70541"/>
    <w:rsid w:val="00A845E9"/>
    <w:rsid w:val="00A86C4C"/>
    <w:rsid w:val="00A9377E"/>
    <w:rsid w:val="00AA7400"/>
    <w:rsid w:val="00AB0370"/>
    <w:rsid w:val="00AF1F51"/>
    <w:rsid w:val="00AF2B99"/>
    <w:rsid w:val="00AF52D6"/>
    <w:rsid w:val="00B136CD"/>
    <w:rsid w:val="00B15A60"/>
    <w:rsid w:val="00B36DB3"/>
    <w:rsid w:val="00B55FA1"/>
    <w:rsid w:val="00B565FE"/>
    <w:rsid w:val="00B77966"/>
    <w:rsid w:val="00B83D42"/>
    <w:rsid w:val="00BD4CBE"/>
    <w:rsid w:val="00BD7CE5"/>
    <w:rsid w:val="00BE50F7"/>
    <w:rsid w:val="00BE5AE8"/>
    <w:rsid w:val="00BE6045"/>
    <w:rsid w:val="00C00A3B"/>
    <w:rsid w:val="00C02A55"/>
    <w:rsid w:val="00C064B8"/>
    <w:rsid w:val="00C21CFC"/>
    <w:rsid w:val="00C25919"/>
    <w:rsid w:val="00C41251"/>
    <w:rsid w:val="00C65F08"/>
    <w:rsid w:val="00C77229"/>
    <w:rsid w:val="00C90A10"/>
    <w:rsid w:val="00C90F55"/>
    <w:rsid w:val="00C94605"/>
    <w:rsid w:val="00CD0E44"/>
    <w:rsid w:val="00CD5A6F"/>
    <w:rsid w:val="00CE4CAA"/>
    <w:rsid w:val="00CF0602"/>
    <w:rsid w:val="00CF085F"/>
    <w:rsid w:val="00CF2220"/>
    <w:rsid w:val="00CF566A"/>
    <w:rsid w:val="00D02185"/>
    <w:rsid w:val="00D33E5E"/>
    <w:rsid w:val="00D8312E"/>
    <w:rsid w:val="00D92FF1"/>
    <w:rsid w:val="00DA2A96"/>
    <w:rsid w:val="00DB0DA8"/>
    <w:rsid w:val="00DB35A1"/>
    <w:rsid w:val="00DD03EF"/>
    <w:rsid w:val="00DD6632"/>
    <w:rsid w:val="00E13542"/>
    <w:rsid w:val="00E15DA8"/>
    <w:rsid w:val="00E22713"/>
    <w:rsid w:val="00E24EB3"/>
    <w:rsid w:val="00E334F0"/>
    <w:rsid w:val="00E51AAF"/>
    <w:rsid w:val="00E70689"/>
    <w:rsid w:val="00E77FB8"/>
    <w:rsid w:val="00E8438A"/>
    <w:rsid w:val="00E94CAD"/>
    <w:rsid w:val="00E96649"/>
    <w:rsid w:val="00EA4AA5"/>
    <w:rsid w:val="00EA5D53"/>
    <w:rsid w:val="00EB2BFB"/>
    <w:rsid w:val="00EB5ED1"/>
    <w:rsid w:val="00EC4E4E"/>
    <w:rsid w:val="00EF367F"/>
    <w:rsid w:val="00F00346"/>
    <w:rsid w:val="00F2717C"/>
    <w:rsid w:val="00F42E50"/>
    <w:rsid w:val="00F53706"/>
    <w:rsid w:val="00F6147D"/>
    <w:rsid w:val="00F6181C"/>
    <w:rsid w:val="00F6478A"/>
    <w:rsid w:val="00F65421"/>
    <w:rsid w:val="00F732E3"/>
    <w:rsid w:val="00FA3116"/>
    <w:rsid w:val="00FB6780"/>
    <w:rsid w:val="00FC4E9A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EC86D"/>
  <w15:docId w15:val="{5317A2A9-8287-4D67-BAAA-198146A7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977051"/>
    <w:rPr>
      <w:rFonts w:ascii="Arial" w:hAnsi="Arial"/>
      <w:sz w:val="22"/>
      <w:lang w:val="de-DE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1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paragraph" w:customStyle="1" w:styleId="Flietext">
    <w:name w:val="Fließtext"/>
    <w:basedOn w:val="Normaallaad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unhideWhenUsed/>
    <w:rsid w:val="00C02A55"/>
    <w:rPr>
      <w:color w:val="0000FF"/>
      <w:u w:val="single"/>
    </w:rPr>
  </w:style>
  <w:style w:type="table" w:styleId="Kontuurtabel">
    <w:name w:val="Table Grid"/>
    <w:basedOn w:val="Normaaltabel"/>
    <w:rsid w:val="00A1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17A6C"/>
    <w:rPr>
      <w:color w:val="605E5C"/>
      <w:shd w:val="clear" w:color="auto" w:fill="E1DFDD"/>
    </w:rPr>
  </w:style>
  <w:style w:type="paragraph" w:customStyle="1" w:styleId="Default">
    <w:name w:val="Default"/>
    <w:rsid w:val="0097705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Tel:%20+372&#160;50%2036%20695%20%20%20%20%20%20%20%20%20%20%20%20%20%20%20o.rooba@leonhard-weis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%20VE_LEONHARD%20WEISS%20VIATER%20O&#220;%20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304517-cff6-4664-b9fe-bb1894875c22" xsi:nil="true"/>
    <lcf76f155ced4ddcb4097134ff3c332f xmlns="b7acf019-11c9-45a9-877a-956a69a066c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8906BB7B53B24ABFEFCA184312D25C" ma:contentTypeVersion="10" ma:contentTypeDescription="Loo uus dokument" ma:contentTypeScope="" ma:versionID="bd31216ed21a4a3454c99ff63e4161fb">
  <xsd:schema xmlns:xsd="http://www.w3.org/2001/XMLSchema" xmlns:xs="http://www.w3.org/2001/XMLSchema" xmlns:p="http://schemas.microsoft.com/office/2006/metadata/properties" xmlns:ns2="b7acf019-11c9-45a9-877a-956a69a066c0" xmlns:ns3="ce304517-cff6-4664-b9fe-bb1894875c22" targetNamespace="http://schemas.microsoft.com/office/2006/metadata/properties" ma:root="true" ma:fieldsID="193e430c9d6e8d9f12ee747279e7bbed" ns2:_="" ns3:_="">
    <xsd:import namespace="b7acf019-11c9-45a9-877a-956a69a066c0"/>
    <xsd:import namespace="ce304517-cff6-4664-b9fe-bb1894875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cf019-11c9-45a9-877a-956a69a06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04517-cff6-4664-b9fe-bb1894875c2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fd3e6-4c06-42f4-9d88-abb2879a3a14}" ma:internalName="TaxCatchAll" ma:showField="CatchAllData" ma:web="ce304517-cff6-4664-b9fe-bb1894875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B3527-12FE-4D31-9094-69B264D9C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F1613-1775-4193-BB5C-2D6ADE5DC6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21AAD6-7218-42BB-83C3-AE823F8B4A4E}">
  <ds:schemaRefs>
    <ds:schemaRef ds:uri="http://schemas.microsoft.com/office/2006/metadata/properties"/>
    <ds:schemaRef ds:uri="http://schemas.microsoft.com/office/infopath/2007/PartnerControls"/>
    <ds:schemaRef ds:uri="ce304517-cff6-4664-b9fe-bb1894875c22"/>
    <ds:schemaRef ds:uri="b7acf019-11c9-45a9-877a-956a69a066c0"/>
  </ds:schemaRefs>
</ds:datastoreItem>
</file>

<file path=customXml/itemProps4.xml><?xml version="1.0" encoding="utf-8"?>
<ds:datastoreItem xmlns:ds="http://schemas.openxmlformats.org/officeDocument/2006/customXml" ds:itemID="{4911890B-57D2-40D7-9BE3-7B3F9B13ED62}"/>
</file>

<file path=docProps/app.xml><?xml version="1.0" encoding="utf-8"?>
<Properties xmlns="http://schemas.openxmlformats.org/officeDocument/2006/extended-properties" xmlns:vt="http://schemas.openxmlformats.org/officeDocument/2006/docPropsVTypes">
  <Template>LW EE VE_LEONHARD WEISS VIATER OÜ kirjaplank (2).dotx</Template>
  <TotalTime>0</TotalTime>
  <Pages>2</Pages>
  <Words>175</Words>
  <Characters>1019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</vt:lpstr>
      <vt:lpstr>Brief</vt:lpstr>
      <vt:lpstr>Brief</vt:lpstr>
    </vt:vector>
  </TitlesOfParts>
  <Company>LEONHARD WEISS GmbH &amp; Co.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Veskimäe, Livia</dc:creator>
  <cp:keywords/>
  <cp:lastModifiedBy>Voolaid, Vello</cp:lastModifiedBy>
  <cp:revision>25</cp:revision>
  <cp:lastPrinted>2019-06-13T09:24:00Z</cp:lastPrinted>
  <dcterms:created xsi:type="dcterms:W3CDTF">2024-09-12T07:09:00Z</dcterms:created>
  <dcterms:modified xsi:type="dcterms:W3CDTF">2025-07-07T11:24:00Z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0x010100388906BB7B53B24ABFEFCA184312D25C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